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BF6" w:rsidRPr="00581BF6" w:rsidRDefault="00581BF6" w:rsidP="00581BF6">
      <w:pPr>
        <w:pStyle w:val="Heading1"/>
        <w:spacing w:before="0"/>
        <w:rPr>
          <w:rFonts w:ascii="Batang" w:eastAsia="Batang" w:hAnsi="Batang"/>
          <w:color w:val="00ABBD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881B8A" wp14:editId="609558D8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972300" cy="1828800"/>
                <wp:effectExtent l="0" t="0" r="0" b="0"/>
                <wp:wrapTight wrapText="bothSides">
                  <wp:wrapPolygon edited="0">
                    <wp:start x="118" y="0"/>
                    <wp:lineTo x="118" y="21014"/>
                    <wp:lineTo x="21423" y="21014"/>
                    <wp:lineTo x="21423" y="0"/>
                    <wp:lineTo x="118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1BF6" w:rsidRPr="00581BF6" w:rsidRDefault="00581BF6" w:rsidP="00581BF6">
                            <w:pPr>
                              <w:pStyle w:val="Heading1"/>
                              <w:jc w:val="center"/>
                              <w:rPr>
                                <w:rFonts w:ascii="Batang" w:eastAsia="Batang" w:hAnsi="Batang" w:cs="Aharoni"/>
                                <w:b/>
                                <w:caps w:val="0"/>
                                <w:color w:val="00A88E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81BF6">
                              <w:rPr>
                                <w:rFonts w:ascii="Batang" w:eastAsia="Batang" w:hAnsi="Batang" w:cs="Aharoni"/>
                                <w:b/>
                                <w:caps w:val="0"/>
                                <w:color w:val="00A88E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Welcome to Ms. DeWitt’s Class!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881B8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.05pt;width:549pt;height:2in;z-index:-25165721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" filled="f" stroked="f">
                <v:fill o:detectmouseclick="t"/>
                <v:textbox style="mso-fit-shape-to-text:t">
                  <w:txbxContent>
                    <w:p w:rsidR="00581BF6" w:rsidRPr="00581BF6" w:rsidRDefault="00581BF6" w:rsidP="00581BF6">
                      <w:pPr>
                        <w:pStyle w:val="Heading1"/>
                        <w:jc w:val="center"/>
                        <w:rPr>
                          <w:rFonts w:ascii="Batang" w:eastAsia="Batang" w:hAnsi="Batang" w:cs="Aharoni"/>
                          <w:b/>
                          <w:caps w:val="0"/>
                          <w:color w:val="00A88E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81BF6">
                        <w:rPr>
                          <w:rFonts w:ascii="Batang" w:eastAsia="Batang" w:hAnsi="Batang" w:cs="Aharoni"/>
                          <w:b/>
                          <w:caps w:val="0"/>
                          <w:color w:val="00A88E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Welcome to Ms. DeWitt’s Class!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581BF6" w:rsidRDefault="00581BF6" w:rsidP="00581BF6"/>
    <w:p w:rsidR="00581BF6" w:rsidRDefault="00581BF6" w:rsidP="00581BF6"/>
    <w:p w:rsidR="00581BF6" w:rsidRDefault="00581BF6" w:rsidP="00581BF6"/>
    <w:p w:rsidR="00581BF6" w:rsidRPr="00581BF6" w:rsidRDefault="00581BF6" w:rsidP="00581BF6"/>
    <w:p w:rsidR="00A35EC4" w:rsidRPr="00581BF6" w:rsidRDefault="00905D0F">
      <w:pPr>
        <w:pStyle w:val="Heading1"/>
        <w:spacing w:before="0"/>
        <w:rPr>
          <w:rFonts w:ascii="Batang" w:eastAsia="Batang" w:hAnsi="Batang"/>
          <w:color w:val="00ABBD"/>
        </w:rPr>
      </w:pPr>
      <w:r>
        <w:rPr>
          <w:rFonts w:ascii="Batang" w:eastAsia="Batang" w:hAnsi="Batang"/>
          <w:color w:val="00ABBD"/>
        </w:rPr>
        <w:t>August 2014</w:t>
      </w:r>
    </w:p>
    <w:tbl>
      <w:tblPr>
        <w:tblW w:w="5140" w:type="pct"/>
        <w:tblBorders>
          <w:top w:val="single" w:sz="4" w:space="0" w:color="00ABBD"/>
          <w:left w:val="single" w:sz="4" w:space="0" w:color="00ABBD"/>
          <w:bottom w:val="single" w:sz="4" w:space="0" w:color="00ABBD"/>
          <w:right w:val="single" w:sz="4" w:space="0" w:color="00ABBD"/>
          <w:insideH w:val="single" w:sz="4" w:space="0" w:color="00ABBD"/>
          <w:insideV w:val="single" w:sz="4" w:space="0" w:color="00ABB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ugust"/>
      </w:tblPr>
      <w:tblGrid>
        <w:gridCol w:w="294"/>
        <w:gridCol w:w="1244"/>
        <w:gridCol w:w="294"/>
        <w:gridCol w:w="1245"/>
        <w:gridCol w:w="295"/>
        <w:gridCol w:w="1243"/>
        <w:gridCol w:w="295"/>
        <w:gridCol w:w="1243"/>
        <w:gridCol w:w="295"/>
        <w:gridCol w:w="1243"/>
        <w:gridCol w:w="295"/>
        <w:gridCol w:w="1243"/>
        <w:gridCol w:w="295"/>
        <w:gridCol w:w="1243"/>
      </w:tblGrid>
      <w:tr w:rsidR="00A35EC4" w:rsidTr="00581BF6">
        <w:trPr>
          <w:trHeight w:hRule="exact" w:val="298"/>
        </w:trPr>
        <w:tc>
          <w:tcPr>
            <w:tcW w:w="714" w:type="pct"/>
            <w:gridSpan w:val="2"/>
            <w:tcBorders>
              <w:top w:val="nil"/>
              <w:left w:val="single" w:sz="4" w:space="0" w:color="00ABBD"/>
              <w:bottom w:val="nil"/>
              <w:right w:val="nil"/>
            </w:tcBorders>
            <w:shd w:val="clear" w:color="auto" w:fill="00ABBD"/>
            <w:vAlign w:val="center"/>
          </w:tcPr>
          <w:p w:rsidR="00A35EC4" w:rsidRDefault="00905D0F">
            <w:pPr>
              <w:pStyle w:val="Days"/>
            </w:pPr>
            <w:r>
              <w:t>Sunday</w:t>
            </w:r>
          </w:p>
        </w:tc>
        <w:tc>
          <w:tcPr>
            <w:tcW w:w="7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ABBD"/>
            <w:vAlign w:val="center"/>
          </w:tcPr>
          <w:p w:rsidR="00A35EC4" w:rsidRDefault="00905D0F">
            <w:pPr>
              <w:pStyle w:val="Days"/>
            </w:pPr>
            <w:r>
              <w:t>Monday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ABBD"/>
            <w:vAlign w:val="center"/>
          </w:tcPr>
          <w:p w:rsidR="00A35EC4" w:rsidRDefault="00905D0F">
            <w:pPr>
              <w:pStyle w:val="Days"/>
            </w:pPr>
            <w:r>
              <w:t>Tuesday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ABBD"/>
            <w:vAlign w:val="center"/>
          </w:tcPr>
          <w:p w:rsidR="00A35EC4" w:rsidRDefault="00905D0F">
            <w:pPr>
              <w:pStyle w:val="Days"/>
            </w:pPr>
            <w:r>
              <w:t>Wednesday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ABBD"/>
            <w:vAlign w:val="center"/>
          </w:tcPr>
          <w:p w:rsidR="00A35EC4" w:rsidRDefault="00905D0F">
            <w:pPr>
              <w:pStyle w:val="Days"/>
            </w:pPr>
            <w:r>
              <w:t>Thursday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ABBD"/>
            <w:vAlign w:val="center"/>
          </w:tcPr>
          <w:p w:rsidR="00A35EC4" w:rsidRDefault="00905D0F">
            <w:pPr>
              <w:pStyle w:val="Days"/>
            </w:pPr>
            <w:r>
              <w:t>Friday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single" w:sz="4" w:space="0" w:color="00ABBD"/>
            </w:tcBorders>
            <w:shd w:val="clear" w:color="auto" w:fill="00ABBD"/>
            <w:vAlign w:val="center"/>
          </w:tcPr>
          <w:p w:rsidR="00A35EC4" w:rsidRDefault="00905D0F">
            <w:pPr>
              <w:pStyle w:val="Days"/>
            </w:pPr>
            <w:r>
              <w:t>Saturday</w:t>
            </w:r>
          </w:p>
        </w:tc>
      </w:tr>
      <w:tr w:rsidR="00A35EC4" w:rsidTr="00581BF6">
        <w:trPr>
          <w:trHeight w:hRule="exact" w:val="983"/>
        </w:trPr>
        <w:tc>
          <w:tcPr>
            <w:tcW w:w="137" w:type="pct"/>
            <w:tcBorders>
              <w:top w:val="nil"/>
              <w:left w:val="single" w:sz="4" w:space="0" w:color="00ABBD"/>
              <w:bottom w:val="single" w:sz="2" w:space="0" w:color="8AD060"/>
              <w:right w:val="nil"/>
            </w:tcBorders>
            <w:shd w:val="clear" w:color="auto" w:fill="auto"/>
          </w:tcPr>
          <w:p w:rsidR="00A35EC4" w:rsidRDefault="00905D0F">
            <w:pPr>
              <w:pStyle w:val="Off-MonthDates"/>
            </w:pPr>
            <w:r>
              <w:t>29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single" w:sz="2" w:space="0" w:color="8AD060"/>
              <w:right w:val="nil"/>
            </w:tcBorders>
            <w:shd w:val="clear" w:color="auto" w:fill="auto"/>
          </w:tcPr>
          <w:p w:rsidR="00A35EC4" w:rsidRDefault="00905D0F">
            <w:pPr>
              <w:pStyle w:val="Off-MonthDates"/>
            </w:pPr>
            <w:r>
              <w:t>30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single" w:sz="2" w:space="0" w:color="8AD060"/>
              <w:right w:val="nil"/>
            </w:tcBorders>
            <w:shd w:val="clear" w:color="auto" w:fill="auto"/>
          </w:tcPr>
          <w:p w:rsidR="00A35EC4" w:rsidRDefault="00905D0F">
            <w:pPr>
              <w:pStyle w:val="Off-MonthDates"/>
            </w:pPr>
            <w:r>
              <w:t>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9D84B"/>
          </w:tcPr>
          <w:p w:rsidR="00A35EC4" w:rsidRDefault="00905D0F">
            <w:pPr>
              <w:pStyle w:val="Dates"/>
            </w:pPr>
            <w: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9D84B"/>
          </w:tcPr>
          <w:p w:rsidR="00A35EC4" w:rsidRDefault="00905D0F">
            <w:pPr>
              <w:pStyle w:val="Dates"/>
            </w:pPr>
            <w: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9D84B"/>
          </w:tcPr>
          <w:p w:rsidR="00A35EC4" w:rsidRDefault="00905D0F">
            <w:pPr>
              <w:pStyle w:val="Dates"/>
            </w:pPr>
            <w:r>
              <w:t>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9D84B"/>
          </w:tcPr>
          <w:p w:rsidR="00A35EC4" w:rsidRDefault="00905D0F">
            <w:pPr>
              <w:pStyle w:val="Dates"/>
            </w:pPr>
            <w:r>
              <w:t>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2" w:space="0" w:color="00ABBD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</w:tr>
      <w:tr w:rsidR="00A35EC4" w:rsidTr="00581BF6">
        <w:trPr>
          <w:trHeight w:hRule="exact" w:val="983"/>
        </w:trPr>
        <w:tc>
          <w:tcPr>
            <w:tcW w:w="137" w:type="pct"/>
            <w:tcBorders>
              <w:top w:val="single" w:sz="2" w:space="0" w:color="8AD060"/>
              <w:left w:val="single" w:sz="4" w:space="0" w:color="8AD060"/>
              <w:bottom w:val="nil"/>
              <w:right w:val="nil"/>
            </w:tcBorders>
            <w:shd w:val="clear" w:color="auto" w:fill="8AD060"/>
          </w:tcPr>
          <w:p w:rsidR="00A35EC4" w:rsidRDefault="00905D0F">
            <w:pPr>
              <w:pStyle w:val="Dates"/>
            </w:pPr>
            <w:r>
              <w:t>5</w:t>
            </w:r>
          </w:p>
        </w:tc>
        <w:tc>
          <w:tcPr>
            <w:tcW w:w="578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single" w:sz="2" w:space="0" w:color="8AD060"/>
              <w:left w:val="nil"/>
              <w:bottom w:val="nil"/>
              <w:right w:val="nil"/>
            </w:tcBorders>
            <w:shd w:val="clear" w:color="auto" w:fill="8AD060"/>
          </w:tcPr>
          <w:p w:rsidR="00A35EC4" w:rsidRDefault="00905D0F">
            <w:pPr>
              <w:pStyle w:val="Dates"/>
            </w:pPr>
            <w:r>
              <w:t>6</w:t>
            </w:r>
          </w:p>
        </w:tc>
        <w:tc>
          <w:tcPr>
            <w:tcW w:w="578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single" w:sz="2" w:space="0" w:color="8AD060"/>
              <w:left w:val="nil"/>
              <w:bottom w:val="nil"/>
              <w:right w:val="nil"/>
            </w:tcBorders>
            <w:shd w:val="clear" w:color="auto" w:fill="8AD060"/>
          </w:tcPr>
          <w:p w:rsidR="00A35EC4" w:rsidRDefault="00905D0F">
            <w:pPr>
              <w:pStyle w:val="Dates"/>
            </w:pPr>
            <w:r>
              <w:t>7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8AD060"/>
          </w:tcPr>
          <w:p w:rsidR="00A35EC4" w:rsidRDefault="00905D0F">
            <w:pPr>
              <w:pStyle w:val="Dates"/>
            </w:pPr>
            <w:r>
              <w:t>8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905D0F" w:rsidP="00905D0F">
            <w:pPr>
              <w:pStyle w:val="BodyText"/>
            </w:pPr>
            <w:r>
              <w:t>Open house</w:t>
            </w:r>
            <w:bookmarkStart w:id="0" w:name="_GoBack"/>
            <w:bookmarkEnd w:id="0"/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8AD060"/>
          </w:tcPr>
          <w:p w:rsidR="00A35EC4" w:rsidRDefault="00905D0F">
            <w:pPr>
              <w:pStyle w:val="Dates"/>
            </w:pPr>
            <w:r>
              <w:t>9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8AD060"/>
          </w:tcPr>
          <w:p w:rsidR="00A35EC4" w:rsidRDefault="00905D0F">
            <w:pPr>
              <w:pStyle w:val="Dates"/>
            </w:pPr>
            <w:r>
              <w:t>10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8AD060"/>
          </w:tcPr>
          <w:p w:rsidR="00A35EC4" w:rsidRDefault="00905D0F">
            <w:pPr>
              <w:pStyle w:val="Dates"/>
            </w:pPr>
            <w:r>
              <w:t>11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</w:tr>
      <w:tr w:rsidR="00A35EC4" w:rsidTr="00581BF6">
        <w:trPr>
          <w:trHeight w:hRule="exact" w:val="983"/>
        </w:trPr>
        <w:tc>
          <w:tcPr>
            <w:tcW w:w="137" w:type="pct"/>
            <w:tcBorders>
              <w:top w:val="nil"/>
              <w:left w:val="single" w:sz="4" w:space="0" w:color="5BC380"/>
              <w:bottom w:val="nil"/>
              <w:right w:val="nil"/>
            </w:tcBorders>
            <w:shd w:val="clear" w:color="auto" w:fill="5BC380"/>
          </w:tcPr>
          <w:p w:rsidR="00A35EC4" w:rsidRDefault="00905D0F">
            <w:pPr>
              <w:pStyle w:val="Dates"/>
            </w:pPr>
            <w:r>
              <w:t>12</w:t>
            </w:r>
          </w:p>
        </w:tc>
        <w:tc>
          <w:tcPr>
            <w:tcW w:w="578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5BC380"/>
          </w:tcPr>
          <w:p w:rsidR="00A35EC4" w:rsidRDefault="00905D0F">
            <w:pPr>
              <w:pStyle w:val="Dates"/>
            </w:pPr>
            <w:r>
              <w:t>13</w:t>
            </w:r>
          </w:p>
        </w:tc>
        <w:tc>
          <w:tcPr>
            <w:tcW w:w="578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581BF6">
            <w:pPr>
              <w:pStyle w:val="BodyText"/>
            </w:pPr>
            <w:r>
              <w:t>First day!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5BC380"/>
          </w:tcPr>
          <w:p w:rsidR="00A35EC4" w:rsidRDefault="00905D0F">
            <w:pPr>
              <w:pStyle w:val="Dates"/>
            </w:pPr>
            <w:r>
              <w:t>14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5BC380"/>
          </w:tcPr>
          <w:p w:rsidR="00A35EC4" w:rsidRDefault="00905D0F">
            <w:pPr>
              <w:pStyle w:val="Dates"/>
            </w:pPr>
            <w:r>
              <w:t>15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5BC380"/>
          </w:tcPr>
          <w:p w:rsidR="00A35EC4" w:rsidRDefault="00905D0F">
            <w:pPr>
              <w:pStyle w:val="Dates"/>
            </w:pPr>
            <w:r>
              <w:t>16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5BC380"/>
          </w:tcPr>
          <w:p w:rsidR="00A35EC4" w:rsidRDefault="00905D0F">
            <w:pPr>
              <w:pStyle w:val="Dates"/>
            </w:pPr>
            <w:r>
              <w:t>17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5BC380"/>
          </w:tcPr>
          <w:p w:rsidR="00A35EC4" w:rsidRDefault="00905D0F">
            <w:pPr>
              <w:pStyle w:val="Dates"/>
            </w:pPr>
            <w:r>
              <w:t>18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</w:tr>
      <w:tr w:rsidR="00A35EC4" w:rsidTr="00581BF6">
        <w:trPr>
          <w:trHeight w:hRule="exact" w:val="983"/>
        </w:trPr>
        <w:tc>
          <w:tcPr>
            <w:tcW w:w="137" w:type="pct"/>
            <w:tcBorders>
              <w:top w:val="nil"/>
              <w:left w:val="single" w:sz="4" w:space="0" w:color="42BC91"/>
              <w:bottom w:val="nil"/>
              <w:right w:val="nil"/>
            </w:tcBorders>
            <w:shd w:val="clear" w:color="auto" w:fill="42BC91"/>
          </w:tcPr>
          <w:p w:rsidR="00A35EC4" w:rsidRDefault="00905D0F">
            <w:pPr>
              <w:pStyle w:val="Dates"/>
            </w:pPr>
            <w:r>
              <w:t>19</w:t>
            </w:r>
          </w:p>
        </w:tc>
        <w:tc>
          <w:tcPr>
            <w:tcW w:w="578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42BC91"/>
          </w:tcPr>
          <w:p w:rsidR="00A35EC4" w:rsidRDefault="00905D0F">
            <w:pPr>
              <w:pStyle w:val="Dates"/>
            </w:pPr>
            <w:r>
              <w:t>20</w:t>
            </w:r>
          </w:p>
        </w:tc>
        <w:tc>
          <w:tcPr>
            <w:tcW w:w="578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42BC91"/>
          </w:tcPr>
          <w:p w:rsidR="00A35EC4" w:rsidRDefault="00905D0F">
            <w:pPr>
              <w:pStyle w:val="Dates"/>
            </w:pPr>
            <w:r>
              <w:t>21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42BC91"/>
          </w:tcPr>
          <w:p w:rsidR="00A35EC4" w:rsidRDefault="00905D0F">
            <w:pPr>
              <w:pStyle w:val="Dates"/>
            </w:pPr>
            <w:r>
              <w:t>22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42BC91"/>
          </w:tcPr>
          <w:p w:rsidR="00A35EC4" w:rsidRDefault="00905D0F">
            <w:pPr>
              <w:pStyle w:val="Dates"/>
            </w:pPr>
            <w:r>
              <w:t>23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42BC91"/>
          </w:tcPr>
          <w:p w:rsidR="00A35EC4" w:rsidRDefault="00905D0F">
            <w:pPr>
              <w:pStyle w:val="Dates"/>
            </w:pPr>
            <w:r>
              <w:t>24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single" w:sz="2" w:space="0" w:color="42BC91"/>
              <w:right w:val="nil"/>
            </w:tcBorders>
            <w:shd w:val="clear" w:color="auto" w:fill="42BC91"/>
          </w:tcPr>
          <w:p w:rsidR="00A35EC4" w:rsidRDefault="00905D0F">
            <w:pPr>
              <w:pStyle w:val="Dates"/>
            </w:pPr>
            <w:r>
              <w:t>25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</w:tr>
      <w:tr w:rsidR="00A35EC4" w:rsidTr="00581BF6">
        <w:trPr>
          <w:trHeight w:hRule="exact" w:val="983"/>
        </w:trPr>
        <w:tc>
          <w:tcPr>
            <w:tcW w:w="137" w:type="pct"/>
            <w:tcBorders>
              <w:top w:val="nil"/>
              <w:left w:val="single" w:sz="4" w:space="0" w:color="1AB2AC"/>
              <w:bottom w:val="single" w:sz="2" w:space="0" w:color="1AB2AC"/>
              <w:right w:val="nil"/>
            </w:tcBorders>
            <w:shd w:val="clear" w:color="auto" w:fill="1AB2AC"/>
          </w:tcPr>
          <w:p w:rsidR="00A35EC4" w:rsidRDefault="00905D0F">
            <w:pPr>
              <w:pStyle w:val="Dates"/>
            </w:pPr>
            <w:r>
              <w:t>26</w:t>
            </w:r>
          </w:p>
        </w:tc>
        <w:tc>
          <w:tcPr>
            <w:tcW w:w="578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single" w:sz="2" w:space="0" w:color="1AB2AC"/>
              <w:right w:val="nil"/>
            </w:tcBorders>
            <w:shd w:val="clear" w:color="auto" w:fill="1AB2AC"/>
          </w:tcPr>
          <w:p w:rsidR="00A35EC4" w:rsidRDefault="00905D0F">
            <w:pPr>
              <w:pStyle w:val="Dates"/>
            </w:pPr>
            <w:r>
              <w:t>27</w:t>
            </w:r>
          </w:p>
        </w:tc>
        <w:tc>
          <w:tcPr>
            <w:tcW w:w="578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single" w:sz="2" w:space="0" w:color="1AB2AC"/>
              <w:right w:val="nil"/>
            </w:tcBorders>
            <w:shd w:val="clear" w:color="auto" w:fill="1AB2AC"/>
          </w:tcPr>
          <w:p w:rsidR="00A35EC4" w:rsidRDefault="00905D0F">
            <w:pPr>
              <w:pStyle w:val="Dates"/>
            </w:pPr>
            <w:r>
              <w:t>28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single" w:sz="2" w:space="0" w:color="1AB2AC"/>
              <w:right w:val="nil"/>
            </w:tcBorders>
            <w:shd w:val="clear" w:color="auto" w:fill="1AB2AC"/>
          </w:tcPr>
          <w:p w:rsidR="00A35EC4" w:rsidRDefault="00905D0F">
            <w:pPr>
              <w:pStyle w:val="Dates"/>
            </w:pPr>
            <w:r>
              <w:t>29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single" w:sz="2" w:space="0" w:color="1AB2AC"/>
              <w:right w:val="nil"/>
            </w:tcBorders>
            <w:shd w:val="clear" w:color="auto" w:fill="1AB2AC"/>
          </w:tcPr>
          <w:p w:rsidR="00A35EC4" w:rsidRDefault="00905D0F">
            <w:pPr>
              <w:pStyle w:val="Dates"/>
            </w:pPr>
            <w:r>
              <w:t>30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nil"/>
              <w:left w:val="nil"/>
              <w:bottom w:val="single" w:sz="2" w:space="0" w:color="1AB2AC"/>
              <w:right w:val="nil"/>
            </w:tcBorders>
            <w:shd w:val="clear" w:color="auto" w:fill="1AB2AC"/>
          </w:tcPr>
          <w:p w:rsidR="00A35EC4" w:rsidRDefault="00905D0F">
            <w:pPr>
              <w:pStyle w:val="Dates"/>
            </w:pPr>
            <w:r>
              <w:t>31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single" w:sz="2" w:space="0" w:color="42BC91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905D0F">
            <w:pPr>
              <w:pStyle w:val="Off-MonthDates"/>
            </w:pPr>
            <w:r>
              <w:t>1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</w:tr>
      <w:tr w:rsidR="00A35EC4" w:rsidTr="00581BF6">
        <w:trPr>
          <w:trHeight w:hRule="exact" w:val="983"/>
        </w:trPr>
        <w:tc>
          <w:tcPr>
            <w:tcW w:w="137" w:type="pct"/>
            <w:tcBorders>
              <w:top w:val="single" w:sz="2" w:space="0" w:color="1AB2AC"/>
              <w:left w:val="single" w:sz="4" w:space="0" w:color="00ABBD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905D0F">
            <w:pPr>
              <w:pStyle w:val="Off-MonthDates"/>
            </w:pPr>
            <w:r>
              <w:t>2</w:t>
            </w:r>
          </w:p>
        </w:tc>
        <w:tc>
          <w:tcPr>
            <w:tcW w:w="578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single" w:sz="2" w:space="0" w:color="1AB2AC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905D0F">
            <w:pPr>
              <w:pStyle w:val="Off-MonthDates"/>
            </w:pPr>
            <w:r>
              <w:t>3</w:t>
            </w:r>
          </w:p>
        </w:tc>
        <w:tc>
          <w:tcPr>
            <w:tcW w:w="578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single" w:sz="2" w:space="0" w:color="1AB2AC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905D0F">
            <w:pPr>
              <w:pStyle w:val="Off-MonthDates"/>
            </w:pPr>
            <w:r>
              <w:t>4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single" w:sz="2" w:space="0" w:color="1AB2AC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905D0F">
            <w:pPr>
              <w:pStyle w:val="Off-MonthDates"/>
            </w:pPr>
            <w:r>
              <w:t>5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single" w:sz="2" w:space="0" w:color="1AB2AC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905D0F">
            <w:pPr>
              <w:pStyle w:val="Off-MonthDates"/>
            </w:pPr>
            <w:r>
              <w:t>6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 w:rsidP="00581BF6">
            <w:pPr>
              <w:pStyle w:val="BodyText"/>
              <w:ind w:left="0"/>
            </w:pPr>
          </w:p>
        </w:tc>
        <w:tc>
          <w:tcPr>
            <w:tcW w:w="137" w:type="pct"/>
            <w:tcBorders>
              <w:top w:val="single" w:sz="2" w:space="0" w:color="1AB2AC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905D0F">
            <w:pPr>
              <w:pStyle w:val="Off-MonthDates"/>
            </w:pPr>
            <w:r>
              <w:t>7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  <w:tc>
          <w:tcPr>
            <w:tcW w:w="137" w:type="pct"/>
            <w:tcBorders>
              <w:top w:val="single" w:sz="2" w:space="0" w:color="00ABBD"/>
              <w:left w:val="nil"/>
              <w:bottom w:val="single" w:sz="2" w:space="0" w:color="00ABBD"/>
              <w:right w:val="nil"/>
            </w:tcBorders>
            <w:shd w:val="clear" w:color="auto" w:fill="auto"/>
          </w:tcPr>
          <w:p w:rsidR="00A35EC4" w:rsidRDefault="00905D0F">
            <w:pPr>
              <w:pStyle w:val="Off-MonthDates"/>
            </w:pPr>
            <w:r>
              <w:t>8</w:t>
            </w:r>
          </w:p>
        </w:tc>
        <w:tc>
          <w:tcPr>
            <w:tcW w:w="577" w:type="pct"/>
            <w:tcBorders>
              <w:top w:val="single" w:sz="2" w:space="0" w:color="00ABBD"/>
              <w:left w:val="nil"/>
              <w:bottom w:val="single" w:sz="2" w:space="0" w:color="00ABBD"/>
            </w:tcBorders>
            <w:shd w:val="clear" w:color="auto" w:fill="auto"/>
          </w:tcPr>
          <w:p w:rsidR="00A35EC4" w:rsidRDefault="00A35EC4">
            <w:pPr>
              <w:pStyle w:val="BodyText"/>
            </w:pPr>
          </w:p>
        </w:tc>
      </w:tr>
    </w:tbl>
    <w:p w:rsidR="00A35EC4" w:rsidRDefault="00A35EC4"/>
    <w:sectPr w:rsidR="00A35EC4">
      <w:pgSz w:w="12240" w:h="15840"/>
      <w:pgMar w:top="749" w:right="878" w:bottom="432" w:left="87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F6"/>
    <w:rsid w:val="00581BF6"/>
    <w:rsid w:val="00905D0F"/>
    <w:rsid w:val="00A3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1119B-A528-4E8B-AB32-8BC0BA51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sz w:val="16"/>
        <w:lang w:val="en-US" w:eastAsia="ja-JP" w:bidi="ar-SA"/>
        <w14:ligatures w14:val="standard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540" w:after="120"/>
      <w:outlineLvl w:val="0"/>
    </w:pPr>
    <w:rPr>
      <w:rFonts w:asciiTheme="majorHAnsi" w:eastAsiaTheme="majorEastAsia" w:hAnsiTheme="majorHAnsi" w:cstheme="majorBidi"/>
      <w:caps/>
      <w:sz w:val="6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7F7F7F" w:themeColor="text1" w:themeTint="8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sz w:val="60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Space">
    <w:name w:val="Table Space"/>
    <w:basedOn w:val="Normal"/>
    <w:next w:val="Normal"/>
    <w:uiPriority w:val="99"/>
    <w:pPr>
      <w:spacing w:after="360"/>
    </w:pPr>
  </w:style>
  <w:style w:type="paragraph" w:customStyle="1" w:styleId="Days">
    <w:name w:val="Days"/>
    <w:basedOn w:val="Normal"/>
    <w:uiPriority w:val="1"/>
    <w:qFormat/>
    <w:pPr>
      <w:spacing w:before="20" w:after="20"/>
      <w:ind w:left="86" w:right="86"/>
    </w:pPr>
    <w:rPr>
      <w:b/>
      <w:bCs/>
      <w:caps/>
      <w:color w:val="FFFFFF" w:themeColor="background1"/>
      <w:sz w:val="18"/>
    </w:rPr>
  </w:style>
  <w:style w:type="paragraph" w:customStyle="1" w:styleId="Dates">
    <w:name w:val="Dates"/>
    <w:basedOn w:val="Normal"/>
    <w:uiPriority w:val="1"/>
    <w:qFormat/>
    <w:pPr>
      <w:spacing w:before="40"/>
      <w:jc w:val="center"/>
    </w:pPr>
    <w:rPr>
      <w:b/>
      <w:bCs/>
      <w:color w:val="FFFFFF" w:themeColor="background1"/>
      <w:sz w:val="18"/>
    </w:rPr>
  </w:style>
  <w:style w:type="paragraph" w:customStyle="1" w:styleId="Off-MonthDates">
    <w:name w:val="Off-Month Dates"/>
    <w:basedOn w:val="Normal"/>
    <w:uiPriority w:val="1"/>
    <w:qFormat/>
    <w:pPr>
      <w:spacing w:before="40"/>
      <w:jc w:val="center"/>
    </w:pPr>
    <w:rPr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paragraph" w:styleId="BodyText">
    <w:name w:val="Body Text"/>
    <w:basedOn w:val="Normal"/>
    <w:link w:val="BodyTextChar"/>
    <w:uiPriority w:val="1"/>
    <w:unhideWhenUsed/>
    <w:qFormat/>
    <w:pPr>
      <w:spacing w:before="60" w:after="40" w:line="216" w:lineRule="auto"/>
      <w:ind w:left="58" w:right="29"/>
    </w:pPr>
  </w:style>
  <w:style w:type="character" w:customStyle="1" w:styleId="BodyTextChar">
    <w:name w:val="Body Text Char"/>
    <w:basedOn w:val="DefaultParagraphFont"/>
    <w:link w:val="BodyText"/>
    <w:uiPriority w:val="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7F7F7F" w:themeColor="text1" w:themeTint="8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AppData\Roaming\Microsoft\Templates\2012-2013%20academic%20year%20calendar%20(Sun-Sat).dotx" TargetMode="External"/></Relationships>
</file>

<file path=word/theme/theme1.xml><?xml version="1.0" encoding="utf-8"?>
<a:theme xmlns:a="http://schemas.openxmlformats.org/drawingml/2006/main" name="Office Theme">
  <a:themeElements>
    <a:clrScheme name="Academic Calendar">
      <a:dk1>
        <a:sysClr val="windowText" lastClr="000000"/>
      </a:dk1>
      <a:lt1>
        <a:sysClr val="window" lastClr="FFFFFF"/>
      </a:lt1>
      <a:dk2>
        <a:srgbClr val="002A38"/>
      </a:dk2>
      <a:lt2>
        <a:srgbClr val="EDF0ED"/>
      </a:lt2>
      <a:accent1>
        <a:srgbClr val="00ABBD"/>
      </a:accent1>
      <a:accent2>
        <a:srgbClr val="88AC2E"/>
      </a:accent2>
      <a:accent3>
        <a:srgbClr val="F58220"/>
      </a:accent3>
      <a:accent4>
        <a:srgbClr val="F04E37"/>
      </a:accent4>
      <a:accent5>
        <a:srgbClr val="00A88E"/>
      </a:accent5>
      <a:accent6>
        <a:srgbClr val="6C1B78"/>
      </a:accent6>
      <a:hlink>
        <a:srgbClr val="00ABBD"/>
      </a:hlink>
      <a:folHlink>
        <a:srgbClr val="6C1B78"/>
      </a:folHlink>
    </a:clrScheme>
    <a:fontScheme name="Academic Calendar">
      <a:majorFont>
        <a:latin typeface="Franklin Gothic Medium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01295E-244E-42A6-BFFF-3DD1DA5BA4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2012-2013 academic year calendar (Sun-Sat)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Catherine</dc:creator>
  <cp:keywords/>
  <cp:lastModifiedBy>Catherine</cp:lastModifiedBy>
  <cp:revision>2</cp:revision>
  <cp:lastPrinted>2012-07-16T22:26:00Z</cp:lastPrinted>
  <dcterms:created xsi:type="dcterms:W3CDTF">2013-04-23T01:09:00Z</dcterms:created>
  <dcterms:modified xsi:type="dcterms:W3CDTF">2013-04-23T01:09:00Z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TC030912249991</vt:lpwstr>
  </property>
</Properties>
</file>